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3DFA68D6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623D5E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WYKAZ WYKONANYCH ZAMÓWIEŃ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692FC762" w14:textId="6A99CCE8" w:rsidR="000C7865" w:rsidRPr="006B56FD" w:rsidRDefault="00B67D39" w:rsidP="000C7865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0C7865">
              <w:rPr>
                <w:rFonts w:asciiTheme="minorHAnsi" w:hAnsiTheme="minorHAnsi" w:cstheme="minorHAnsi"/>
                <w:b/>
              </w:rPr>
              <w:t xml:space="preserve">Białystok </w:t>
            </w:r>
          </w:p>
          <w:p w14:paraId="6900D82F" w14:textId="77777777" w:rsidR="000C7865" w:rsidRPr="00C81CC9" w:rsidRDefault="000C7865" w:rsidP="000C7865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22"/>
                <w:lang w:eastAsia="en-US"/>
              </w:rPr>
            </w:pPr>
            <w:r w:rsidRPr="00C81CC9">
              <w:rPr>
                <w:rFonts w:asciiTheme="minorHAnsi" w:hAnsiTheme="minorHAnsi" w:cstheme="minorHAnsi"/>
                <w:color w:val="000000"/>
                <w:szCs w:val="22"/>
                <w:lang w:eastAsia="en-US"/>
              </w:rPr>
              <w:t>ul. Elektryczna 13</w:t>
            </w:r>
          </w:p>
          <w:p w14:paraId="3F4CA6ED" w14:textId="60727E41" w:rsidR="00B67D39" w:rsidRPr="006B56FD" w:rsidRDefault="000C7865" w:rsidP="000C7865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81CC9">
              <w:rPr>
                <w:rFonts w:asciiTheme="minorHAnsi" w:hAnsiTheme="minorHAnsi" w:cstheme="minorHAnsi"/>
                <w:color w:val="000000"/>
                <w:szCs w:val="22"/>
                <w:lang w:eastAsia="en-US"/>
              </w:rPr>
              <w:t>15-950 Białystok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69D32DCA" w:rsidR="00381365" w:rsidRPr="00B67D39" w:rsidRDefault="000D24FD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WYKAZ WYKONANYCH ZAMÓWIEŃ</w:t>
      </w:r>
    </w:p>
    <w:p w14:paraId="374FBE27" w14:textId="21DD10D2" w:rsidR="00A62B4C" w:rsidRPr="00991DAA" w:rsidRDefault="00A62B4C" w:rsidP="00A62B4C">
      <w:pPr>
        <w:rPr>
          <w:rFonts w:eastAsia="Verdana" w:cs="Times New Roman"/>
          <w:szCs w:val="18"/>
        </w:rPr>
      </w:pPr>
    </w:p>
    <w:p w14:paraId="0F828206" w14:textId="3EC4A556" w:rsidR="000D24FD" w:rsidRPr="00991DAA" w:rsidRDefault="000D24FD" w:rsidP="00204ECC">
      <w:pPr>
        <w:suppressAutoHyphens/>
        <w:ind w:right="187"/>
        <w:jc w:val="both"/>
        <w:rPr>
          <w:rFonts w:cstheme="minorHAnsi"/>
          <w:szCs w:val="18"/>
          <w:lang w:eastAsia="pl-PL"/>
        </w:rPr>
      </w:pPr>
      <w:r w:rsidRPr="00991DAA">
        <w:rPr>
          <w:rFonts w:cstheme="minorHAnsi"/>
          <w:szCs w:val="18"/>
          <w:lang w:eastAsia="pl-PL"/>
        </w:rPr>
        <w:t xml:space="preserve">Składając Ofertę w postępowaniu zakupowym nr </w:t>
      </w:r>
      <w:r w:rsidR="00623D5E" w:rsidRPr="00991DAA">
        <w:rPr>
          <w:b/>
          <w:color w:val="000000" w:themeColor="text1"/>
          <w:szCs w:val="18"/>
        </w:rPr>
        <w:t>POST/DYS/OB/GZ/</w:t>
      </w:r>
      <w:r w:rsidR="00991DAA" w:rsidRPr="00991DAA">
        <w:rPr>
          <w:b/>
          <w:color w:val="000000" w:themeColor="text1"/>
          <w:szCs w:val="18"/>
        </w:rPr>
        <w:t>0</w:t>
      </w:r>
      <w:r w:rsidR="00551C5A">
        <w:rPr>
          <w:b/>
          <w:color w:val="000000" w:themeColor="text1"/>
          <w:szCs w:val="18"/>
        </w:rPr>
        <w:t>0</w:t>
      </w:r>
      <w:r w:rsidR="001B389D">
        <w:rPr>
          <w:b/>
          <w:color w:val="000000" w:themeColor="text1"/>
          <w:szCs w:val="18"/>
        </w:rPr>
        <w:t>126</w:t>
      </w:r>
      <w:r w:rsidR="00623D5E" w:rsidRPr="00991DAA">
        <w:rPr>
          <w:b/>
          <w:color w:val="000000" w:themeColor="text1"/>
          <w:szCs w:val="18"/>
        </w:rPr>
        <w:t>/202</w:t>
      </w:r>
      <w:r w:rsidR="00551C5A">
        <w:rPr>
          <w:b/>
          <w:color w:val="000000" w:themeColor="text1"/>
          <w:szCs w:val="18"/>
        </w:rPr>
        <w:t>6</w:t>
      </w:r>
      <w:r w:rsidR="00623D5E" w:rsidRPr="00991DAA">
        <w:rPr>
          <w:b/>
          <w:color w:val="000000" w:themeColor="text1"/>
          <w:szCs w:val="18"/>
        </w:rPr>
        <w:t xml:space="preserve">, </w:t>
      </w:r>
      <w:r w:rsidRPr="00991DAA">
        <w:rPr>
          <w:rFonts w:cstheme="minorHAnsi"/>
          <w:szCs w:val="18"/>
          <w:lang w:eastAsia="pl-PL"/>
        </w:rPr>
        <w:t xml:space="preserve">prowadzonym w trybie przetargu nieograniczonego pn. </w:t>
      </w:r>
      <w:r w:rsidR="00944209" w:rsidRPr="00991DAA">
        <w:rPr>
          <w:rFonts w:cstheme="minorHAnsi"/>
          <w:szCs w:val="18"/>
          <w:lang w:eastAsia="pl-PL"/>
        </w:rPr>
        <w:t>„</w:t>
      </w:r>
      <w:r w:rsidR="001B389D" w:rsidRPr="001B389D">
        <w:rPr>
          <w:b/>
          <w:bCs/>
          <w:sz w:val="20"/>
        </w:rPr>
        <w:t xml:space="preserve">Budowa i rozbudowa sieci energetycznej SN i </w:t>
      </w:r>
      <w:proofErr w:type="spellStart"/>
      <w:r w:rsidR="001B389D" w:rsidRPr="001B389D">
        <w:rPr>
          <w:b/>
          <w:bCs/>
          <w:sz w:val="20"/>
        </w:rPr>
        <w:t>nN</w:t>
      </w:r>
      <w:proofErr w:type="spellEnd"/>
      <w:r w:rsidR="001B389D" w:rsidRPr="001B389D">
        <w:rPr>
          <w:b/>
          <w:bCs/>
          <w:sz w:val="20"/>
        </w:rPr>
        <w:t xml:space="preserve"> na terenie działalności Rejonu Energetycznego Białystok Teren PGE Dystrybucja S.A. Oddział Białystok - 6 części</w:t>
      </w:r>
      <w:r w:rsidR="00D779D8" w:rsidRPr="00991DAA">
        <w:rPr>
          <w:rFonts w:cstheme="minorHAnsi"/>
          <w:b/>
          <w:szCs w:val="18"/>
          <w:lang w:eastAsia="pl-PL"/>
        </w:rPr>
        <w:t>”</w:t>
      </w:r>
      <w:r w:rsidRPr="00991DAA">
        <w:rPr>
          <w:rFonts w:cstheme="minorHAnsi"/>
          <w:b/>
          <w:szCs w:val="18"/>
        </w:rPr>
        <w:t xml:space="preserve">, </w:t>
      </w:r>
      <w:r w:rsidRPr="00991DAA">
        <w:rPr>
          <w:rFonts w:cstheme="minorHAnsi"/>
          <w:b/>
          <w:szCs w:val="18"/>
          <w:lang w:eastAsia="pl-PL"/>
        </w:rPr>
        <w:t>oświadczamy</w:t>
      </w:r>
      <w:r w:rsidRPr="00991DAA">
        <w:rPr>
          <w:rFonts w:cstheme="minorHAnsi"/>
          <w:szCs w:val="18"/>
          <w:lang w:eastAsia="pl-PL"/>
        </w:rPr>
        <w:t xml:space="preserve">, </w:t>
      </w:r>
      <w:r w:rsidRPr="00991DAA">
        <w:rPr>
          <w:rFonts w:cstheme="minorHAnsi"/>
          <w:bCs/>
          <w:szCs w:val="18"/>
          <w:lang w:eastAsia="pl-PL"/>
        </w:rPr>
        <w:t>że</w:t>
      </w:r>
      <w:r w:rsidRPr="00991DAA">
        <w:rPr>
          <w:rFonts w:cstheme="minorHAnsi"/>
          <w:szCs w:val="18"/>
          <w:lang w:eastAsia="pl-PL"/>
        </w:rPr>
        <w:t xml:space="preserve"> w okresie ostatnich </w:t>
      </w:r>
      <w:r w:rsidR="00623D5E" w:rsidRPr="00991DAA">
        <w:rPr>
          <w:rFonts w:cstheme="minorHAnsi"/>
          <w:szCs w:val="18"/>
          <w:lang w:eastAsia="pl-PL"/>
        </w:rPr>
        <w:t>5</w:t>
      </w:r>
      <w:r w:rsidRPr="00991DAA">
        <w:rPr>
          <w:rFonts w:cstheme="minorHAnsi"/>
          <w:szCs w:val="18"/>
          <w:lang w:eastAsia="pl-PL"/>
        </w:rPr>
        <w:t xml:space="preserve"> lat przed upływem terminu składania Ofert wykonaliśmy następujące </w:t>
      </w:r>
      <w:r w:rsidR="00623D5E" w:rsidRPr="00991DAA">
        <w:rPr>
          <w:rFonts w:cstheme="minorHAnsi"/>
          <w:szCs w:val="18"/>
          <w:lang w:eastAsia="pl-PL"/>
        </w:rPr>
        <w:t>zamówienia</w:t>
      </w:r>
      <w:r w:rsidRPr="00991DAA">
        <w:rPr>
          <w:rFonts w:cstheme="minorHAnsi"/>
          <w:szCs w:val="18"/>
          <w:lang w:eastAsia="pl-PL"/>
        </w:rPr>
        <w:t>:</w:t>
      </w:r>
    </w:p>
    <w:p w14:paraId="32361789" w14:textId="77777777" w:rsidR="000D24FD" w:rsidRPr="000D24FD" w:rsidRDefault="000D24FD" w:rsidP="00DC202A">
      <w:pPr>
        <w:spacing w:after="120"/>
        <w:jc w:val="both"/>
        <w:rPr>
          <w:rFonts w:cstheme="minorHAnsi"/>
          <w:lang w:eastAsia="pl-PL"/>
        </w:rPr>
      </w:pPr>
    </w:p>
    <w:tbl>
      <w:tblPr>
        <w:tblW w:w="10627" w:type="dxa"/>
        <w:tblInd w:w="-4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835"/>
        <w:gridCol w:w="1696"/>
        <w:gridCol w:w="1423"/>
        <w:gridCol w:w="1559"/>
        <w:gridCol w:w="2546"/>
      </w:tblGrid>
      <w:tr w:rsidR="000D24FD" w:rsidRPr="000D24FD" w14:paraId="2CB8218D" w14:textId="77777777" w:rsidTr="00484781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6031B4AA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Lp.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6DECCC0D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  <w:p w14:paraId="305CF6F3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Przedmiot zakupu</w:t>
            </w:r>
          </w:p>
          <w:p w14:paraId="797A953A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6EBBC0D0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  <w:p w14:paraId="33E0D763" w14:textId="249D5F74" w:rsidR="000D24FD" w:rsidRPr="00DC202A" w:rsidRDefault="00944209" w:rsidP="00E260FA">
            <w:pPr>
              <w:jc w:val="center"/>
              <w:rPr>
                <w:rFonts w:cstheme="minorHAnsi"/>
              </w:rPr>
            </w:pPr>
            <w:r w:rsidRPr="00944209">
              <w:rPr>
                <w:rFonts w:cstheme="minorHAnsi"/>
              </w:rPr>
              <w:t>Zakres rzeczowy zamówienia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53B3B320" w14:textId="6164B903" w:rsidR="000D24FD" w:rsidRPr="00DC202A" w:rsidRDefault="000D24FD" w:rsidP="00944209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 xml:space="preserve">Termin  realizacji </w:t>
            </w:r>
            <w:r w:rsidR="00944209">
              <w:rPr>
                <w:rFonts w:cstheme="minorHAnsi"/>
              </w:rPr>
              <w:t>zamówienia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FEBBB60" w14:textId="77777777" w:rsidR="000D24FD" w:rsidRPr="00DC202A" w:rsidRDefault="000D24FD" w:rsidP="00E260FA">
            <w:pPr>
              <w:jc w:val="center"/>
              <w:rPr>
                <w:rFonts w:cstheme="minorHAnsi"/>
                <w:lang w:eastAsia="pl-PL"/>
              </w:rPr>
            </w:pPr>
            <w:r w:rsidRPr="00DC202A">
              <w:rPr>
                <w:rFonts w:cstheme="minorHAnsi"/>
                <w:lang w:eastAsia="pl-PL"/>
              </w:rPr>
              <w:t>Nazwa Odbiorcy</w:t>
            </w:r>
          </w:p>
          <w:p w14:paraId="0180292C" w14:textId="77777777" w:rsidR="000D24FD" w:rsidRPr="00DC202A" w:rsidRDefault="000D24FD" w:rsidP="00E260FA">
            <w:pPr>
              <w:jc w:val="center"/>
              <w:rPr>
                <w:rFonts w:cstheme="minorHAnsi"/>
                <w:i/>
                <w:lang w:eastAsia="pl-PL"/>
              </w:rPr>
            </w:pPr>
            <w:r w:rsidRPr="00DC202A">
              <w:rPr>
                <w:rFonts w:cstheme="minorHAnsi"/>
                <w:i/>
                <w:lang w:eastAsia="pl-PL"/>
              </w:rPr>
              <w:t>(wraz z adresem i nr telefonu)</w:t>
            </w:r>
          </w:p>
        </w:tc>
      </w:tr>
      <w:tr w:rsidR="000D24FD" w:rsidRPr="000D24FD" w14:paraId="3F4D1670" w14:textId="77777777" w:rsidTr="00484781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2EEBEA47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2835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2B8772C9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696" w:type="dxa"/>
            <w:vMerge/>
          </w:tcPr>
          <w:p w14:paraId="064B41B5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423" w:type="dxa"/>
            <w:tcBorders>
              <w:top w:val="nil"/>
            </w:tcBorders>
            <w:shd w:val="clear" w:color="auto" w:fill="EFF5E0" w:themeFill="accent1" w:themeFillTint="33"/>
            <w:vAlign w:val="center"/>
          </w:tcPr>
          <w:p w14:paraId="10246CD3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606F8EFD" w14:textId="7519685A" w:rsidR="000D24FD" w:rsidRPr="000D24FD" w:rsidRDefault="00DC202A" w:rsidP="00E260FA">
            <w:pPr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r</w:t>
            </w:r>
            <w:r w:rsidR="000D24FD" w:rsidRPr="000D24FD">
              <w:rPr>
                <w:rFonts w:cstheme="minorHAnsi"/>
                <w:i/>
              </w:rPr>
              <w:t>ozpoczęcia</w:t>
            </w: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32CD682D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0D22437E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zakończenia</w:t>
            </w:r>
          </w:p>
        </w:tc>
        <w:tc>
          <w:tcPr>
            <w:tcW w:w="2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3F4A3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</w:tr>
      <w:tr w:rsidR="006E7FA0" w:rsidRPr="000D24FD" w14:paraId="167C12D6" w14:textId="77777777" w:rsidTr="00945F39">
        <w:trPr>
          <w:trHeight w:val="843"/>
        </w:trPr>
        <w:tc>
          <w:tcPr>
            <w:tcW w:w="10627" w:type="dxa"/>
            <w:gridSpan w:val="6"/>
            <w:tcBorders>
              <w:right w:val="single" w:sz="4" w:space="0" w:color="auto"/>
            </w:tcBorders>
            <w:vAlign w:val="center"/>
          </w:tcPr>
          <w:p w14:paraId="15591B61" w14:textId="3F03F99C" w:rsidR="006E7FA0" w:rsidRPr="000D24FD" w:rsidRDefault="001B389D" w:rsidP="00E260FA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  <w:snapToGrid w:val="0"/>
                <w:sz w:val="20"/>
                <w:szCs w:val="20"/>
                <w:lang w:eastAsia="pl-PL"/>
              </w:rPr>
              <w:t>w zakresie części nr</w:t>
            </w:r>
            <w:r w:rsidRPr="002944BE">
              <w:rPr>
                <w:rFonts w:cstheme="minorHAnsi"/>
                <w:snapToGrid w:val="0"/>
                <w:sz w:val="20"/>
                <w:szCs w:val="20"/>
                <w:lang w:eastAsia="pl-PL"/>
              </w:rPr>
              <w:t xml:space="preserve">: </w:t>
            </w:r>
            <w:r>
              <w:rPr>
                <w:rFonts w:cstheme="minorHAnsi"/>
                <w:snapToGrid w:val="0"/>
                <w:sz w:val="20"/>
                <w:szCs w:val="20"/>
                <w:lang w:eastAsia="pl-PL"/>
              </w:rPr>
              <w:t xml:space="preserve">1,4 </w:t>
            </w:r>
            <w:r w:rsidRPr="001A3CBB">
              <w:rPr>
                <w:rFonts w:cstheme="minorHAnsi"/>
                <w:b/>
                <w:snapToGrid w:val="0"/>
                <w:color w:val="FF0000"/>
                <w:sz w:val="20"/>
                <w:szCs w:val="20"/>
                <w:lang w:eastAsia="pl-PL"/>
              </w:rPr>
              <w:t xml:space="preserve"> </w:t>
            </w:r>
            <w:r w:rsidRPr="00B70F94">
              <w:rPr>
                <w:rFonts w:cstheme="minorHAnsi"/>
                <w:snapToGrid w:val="0"/>
                <w:sz w:val="20"/>
                <w:szCs w:val="20"/>
                <w:lang w:eastAsia="pl-PL"/>
              </w:rPr>
              <w:t xml:space="preserve">w okresie ostatnich 5 lat przed upływem terminu składania ofert, a jeżeli okres prowadzenia działalności jest krótszy – w tym okresie, zrealizowali minimum 3 roboty budowlane w branży elektroenergetycznej w zakresie sieci  </w:t>
            </w:r>
            <w:proofErr w:type="spellStart"/>
            <w:r w:rsidRPr="00B70F94">
              <w:rPr>
                <w:rFonts w:cstheme="minorHAnsi"/>
                <w:snapToGrid w:val="0"/>
                <w:sz w:val="20"/>
                <w:szCs w:val="20"/>
                <w:lang w:eastAsia="pl-PL"/>
              </w:rPr>
              <w:t>nN</w:t>
            </w:r>
            <w:proofErr w:type="spellEnd"/>
            <w:r>
              <w:rPr>
                <w:rFonts w:cstheme="minorHAnsi"/>
                <w:snapToGrid w:val="0"/>
                <w:sz w:val="20"/>
                <w:szCs w:val="20"/>
                <w:lang w:eastAsia="pl-PL"/>
              </w:rPr>
              <w:t xml:space="preserve"> lub SN</w:t>
            </w:r>
          </w:p>
        </w:tc>
      </w:tr>
      <w:tr w:rsidR="0031080F" w:rsidRPr="000D24FD" w14:paraId="7F0BC81C" w14:textId="77777777" w:rsidTr="00484781">
        <w:trPr>
          <w:trHeight w:val="843"/>
        </w:trPr>
        <w:tc>
          <w:tcPr>
            <w:tcW w:w="568" w:type="dxa"/>
            <w:vAlign w:val="center"/>
          </w:tcPr>
          <w:p w14:paraId="30EB50DE" w14:textId="222D606F" w:rsidR="0031080F" w:rsidRPr="00484781" w:rsidRDefault="006E7FA0" w:rsidP="00484781">
            <w:pPr>
              <w:tabs>
                <w:tab w:val="left" w:pos="71"/>
              </w:tabs>
              <w:autoSpaceDE w:val="0"/>
              <w:autoSpaceDN w:val="0"/>
              <w:spacing w:before="120" w:after="200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1</w:t>
            </w:r>
            <w:r w:rsidR="0031080F">
              <w:rPr>
                <w:rFonts w:cstheme="minorHAnsi"/>
                <w:i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14:paraId="4E8A262B" w14:textId="77777777" w:rsidR="0031080F" w:rsidRPr="000D24FD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24E73170" w14:textId="77777777" w:rsidR="0031080F" w:rsidRPr="000D24FD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54606C27" w14:textId="77777777" w:rsidR="0031080F" w:rsidRPr="000D24FD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1222058A" w14:textId="77777777" w:rsidR="0031080F" w:rsidRPr="000D24FD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B2BCA" w14:textId="77777777" w:rsidR="0031080F" w:rsidRPr="000D24FD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31080F" w:rsidRPr="000D24FD" w14:paraId="5C803CFE" w14:textId="77777777" w:rsidTr="00484781">
        <w:trPr>
          <w:trHeight w:val="843"/>
        </w:trPr>
        <w:tc>
          <w:tcPr>
            <w:tcW w:w="568" w:type="dxa"/>
            <w:vAlign w:val="center"/>
          </w:tcPr>
          <w:p w14:paraId="0208D150" w14:textId="485BA3D4" w:rsidR="0031080F" w:rsidRPr="00484781" w:rsidRDefault="006E7FA0" w:rsidP="00484781">
            <w:pPr>
              <w:tabs>
                <w:tab w:val="left" w:pos="71"/>
              </w:tabs>
              <w:autoSpaceDE w:val="0"/>
              <w:autoSpaceDN w:val="0"/>
              <w:spacing w:before="120" w:after="200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2</w:t>
            </w:r>
            <w:r w:rsidR="0031080F">
              <w:rPr>
                <w:rFonts w:cstheme="minorHAnsi"/>
                <w:i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14:paraId="27529659" w14:textId="77777777" w:rsidR="0031080F" w:rsidRPr="000D24FD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265E9539" w14:textId="77777777" w:rsidR="0031080F" w:rsidRPr="000D24FD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158F81BA" w14:textId="77777777" w:rsidR="0031080F" w:rsidRPr="000D24FD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3D708421" w14:textId="77777777" w:rsidR="0031080F" w:rsidRPr="000D24FD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9AB60" w14:textId="77777777" w:rsidR="0031080F" w:rsidRPr="000D24FD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623D5E" w:rsidRPr="000D24FD" w14:paraId="4807C129" w14:textId="77777777" w:rsidTr="00484781">
        <w:trPr>
          <w:trHeight w:val="843"/>
        </w:trPr>
        <w:tc>
          <w:tcPr>
            <w:tcW w:w="568" w:type="dxa"/>
            <w:vAlign w:val="center"/>
          </w:tcPr>
          <w:p w14:paraId="051079B1" w14:textId="3009AE3F" w:rsidR="00623D5E" w:rsidRPr="00484781" w:rsidRDefault="006E7FA0" w:rsidP="00484781">
            <w:pPr>
              <w:tabs>
                <w:tab w:val="left" w:pos="71"/>
              </w:tabs>
              <w:autoSpaceDE w:val="0"/>
              <w:autoSpaceDN w:val="0"/>
              <w:spacing w:before="120" w:after="200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3</w:t>
            </w:r>
            <w:r w:rsidR="0031080F">
              <w:rPr>
                <w:rFonts w:cstheme="minorHAnsi"/>
                <w:i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14:paraId="6419360B" w14:textId="77777777" w:rsidR="00623D5E" w:rsidRPr="000D24FD" w:rsidRDefault="00623D5E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363B2D6C" w14:textId="77777777" w:rsidR="00623D5E" w:rsidRPr="000D24FD" w:rsidRDefault="00623D5E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174A5184" w14:textId="77777777" w:rsidR="00623D5E" w:rsidRPr="000D24FD" w:rsidRDefault="00623D5E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19260128" w14:textId="77777777" w:rsidR="00623D5E" w:rsidRPr="000D24FD" w:rsidRDefault="00623D5E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72AF4" w14:textId="77777777" w:rsidR="00623D5E" w:rsidRPr="000D24FD" w:rsidRDefault="00623D5E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6E7FA0" w:rsidRPr="000D24FD" w14:paraId="715FA470" w14:textId="77777777" w:rsidTr="008D3478">
        <w:trPr>
          <w:trHeight w:val="843"/>
        </w:trPr>
        <w:tc>
          <w:tcPr>
            <w:tcW w:w="10627" w:type="dxa"/>
            <w:gridSpan w:val="6"/>
            <w:tcBorders>
              <w:right w:val="single" w:sz="4" w:space="0" w:color="auto"/>
            </w:tcBorders>
            <w:vAlign w:val="center"/>
          </w:tcPr>
          <w:p w14:paraId="3CFDD84C" w14:textId="0E6CDFD4" w:rsidR="006E7FA0" w:rsidRPr="000D24FD" w:rsidRDefault="001B389D" w:rsidP="00E260FA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  <w:snapToGrid w:val="0"/>
                <w:sz w:val="20"/>
                <w:szCs w:val="20"/>
                <w:lang w:eastAsia="pl-PL"/>
              </w:rPr>
              <w:t>w zakresie części nr 2,3,5,6</w:t>
            </w:r>
            <w:r w:rsidRPr="00B70F94">
              <w:rPr>
                <w:rFonts w:cstheme="minorHAnsi"/>
                <w:snapToGrid w:val="0"/>
                <w:sz w:val="20"/>
                <w:szCs w:val="20"/>
                <w:lang w:eastAsia="pl-PL"/>
              </w:rPr>
              <w:t>: w okresie ostatnich 5 lat przed upływem terminu składania ofert, a jeżeli okres prowadzenia działalności jest krótszy – w tym okresie, zrealizowali minimum 3 roboty budowlane w branży elektroenergetycznej w zakresie sieci SN</w:t>
            </w:r>
          </w:p>
        </w:tc>
      </w:tr>
      <w:tr w:rsidR="006E7FA0" w:rsidRPr="000D24FD" w14:paraId="146C3172" w14:textId="77777777" w:rsidTr="00484781">
        <w:trPr>
          <w:trHeight w:val="843"/>
        </w:trPr>
        <w:tc>
          <w:tcPr>
            <w:tcW w:w="568" w:type="dxa"/>
            <w:vAlign w:val="center"/>
          </w:tcPr>
          <w:p w14:paraId="7D344BCE" w14:textId="6FFE2E68" w:rsidR="006E7FA0" w:rsidRDefault="006E7FA0" w:rsidP="00484781">
            <w:pPr>
              <w:tabs>
                <w:tab w:val="left" w:pos="71"/>
              </w:tabs>
              <w:autoSpaceDE w:val="0"/>
              <w:autoSpaceDN w:val="0"/>
              <w:spacing w:before="120" w:after="200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1.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14:paraId="5A4D060F" w14:textId="77777777" w:rsidR="006E7FA0" w:rsidRPr="000D24FD" w:rsidRDefault="006E7FA0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57EE60C3" w14:textId="77777777" w:rsidR="006E7FA0" w:rsidRPr="000D24FD" w:rsidRDefault="006E7FA0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6F030795" w14:textId="77777777" w:rsidR="006E7FA0" w:rsidRPr="000D24FD" w:rsidRDefault="006E7FA0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6246CACD" w14:textId="77777777" w:rsidR="006E7FA0" w:rsidRPr="000D24FD" w:rsidRDefault="006E7FA0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EF50F" w14:textId="77777777" w:rsidR="006E7FA0" w:rsidRPr="000D24FD" w:rsidRDefault="006E7FA0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623D5E" w:rsidRPr="000D24FD" w14:paraId="0D4A55E0" w14:textId="77777777" w:rsidTr="00484781">
        <w:trPr>
          <w:trHeight w:val="843"/>
        </w:trPr>
        <w:tc>
          <w:tcPr>
            <w:tcW w:w="568" w:type="dxa"/>
            <w:vAlign w:val="center"/>
          </w:tcPr>
          <w:p w14:paraId="22FE24A7" w14:textId="16CE4740" w:rsidR="00623D5E" w:rsidRPr="00484781" w:rsidRDefault="006E7FA0" w:rsidP="00484781">
            <w:pPr>
              <w:tabs>
                <w:tab w:val="left" w:pos="71"/>
              </w:tabs>
              <w:autoSpaceDE w:val="0"/>
              <w:autoSpaceDN w:val="0"/>
              <w:spacing w:before="120" w:after="200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2</w:t>
            </w:r>
            <w:r w:rsidR="0031080F">
              <w:rPr>
                <w:rFonts w:cstheme="minorHAnsi"/>
                <w:i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14:paraId="0AD0DDBB" w14:textId="77777777" w:rsidR="00623D5E" w:rsidRPr="000D24FD" w:rsidRDefault="00623D5E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09D71838" w14:textId="77777777" w:rsidR="00623D5E" w:rsidRPr="000D24FD" w:rsidRDefault="00623D5E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1BC8C22F" w14:textId="77777777" w:rsidR="00623D5E" w:rsidRPr="000D24FD" w:rsidRDefault="00623D5E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7FCE547F" w14:textId="77777777" w:rsidR="00623D5E" w:rsidRPr="000D24FD" w:rsidRDefault="00623D5E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C7AA8" w14:textId="77777777" w:rsidR="00623D5E" w:rsidRPr="000D24FD" w:rsidRDefault="00623D5E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0D24FD" w:rsidRPr="000D24FD" w14:paraId="47694236" w14:textId="77777777" w:rsidTr="00484781">
        <w:trPr>
          <w:trHeight w:val="843"/>
        </w:trPr>
        <w:tc>
          <w:tcPr>
            <w:tcW w:w="568" w:type="dxa"/>
            <w:vAlign w:val="center"/>
          </w:tcPr>
          <w:p w14:paraId="0B629F08" w14:textId="56B0529C" w:rsidR="000D24FD" w:rsidRPr="00484781" w:rsidRDefault="006E7FA0" w:rsidP="00484781">
            <w:pPr>
              <w:tabs>
                <w:tab w:val="left" w:pos="71"/>
              </w:tabs>
              <w:autoSpaceDE w:val="0"/>
              <w:autoSpaceDN w:val="0"/>
              <w:spacing w:before="120" w:after="200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lastRenderedPageBreak/>
              <w:t>3</w:t>
            </w:r>
            <w:r w:rsidR="0031080F">
              <w:rPr>
                <w:rFonts w:cstheme="minorHAnsi"/>
                <w:i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14:paraId="617BAF4D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6100FC0E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7DD2922E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123EDA89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27BEF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</w:tbl>
    <w:p w14:paraId="2C1DE8E9" w14:textId="2EF53F49" w:rsidR="000D24FD" w:rsidRPr="000D24FD" w:rsidRDefault="000D24FD" w:rsidP="00DC202A">
      <w:pPr>
        <w:spacing w:before="120"/>
        <w:ind w:left="-284" w:right="-569" w:firstLine="284"/>
        <w:outlineLvl w:val="0"/>
        <w:rPr>
          <w:rFonts w:cstheme="minorHAnsi"/>
          <w:i/>
        </w:rPr>
      </w:pPr>
      <w:r w:rsidRPr="000D24FD">
        <w:rPr>
          <w:rFonts w:cstheme="minorHAnsi"/>
          <w:i/>
        </w:rPr>
        <w:t>UWAGA: Należy dostosować ilość wierszy do ilości wykazywanych zamówień</w:t>
      </w:r>
      <w:r w:rsidR="00DC202A">
        <w:rPr>
          <w:rFonts w:cstheme="minorHAnsi"/>
          <w:i/>
        </w:rPr>
        <w:t>.</w:t>
      </w:r>
    </w:p>
    <w:p w14:paraId="127CFD93" w14:textId="77777777" w:rsidR="000D24FD" w:rsidRPr="000D24FD" w:rsidRDefault="000D24FD" w:rsidP="000D24FD">
      <w:pPr>
        <w:spacing w:before="120"/>
        <w:ind w:left="-284" w:right="-569"/>
        <w:outlineLvl w:val="0"/>
        <w:rPr>
          <w:rFonts w:cstheme="minorHAnsi"/>
          <w:i/>
        </w:rPr>
      </w:pPr>
    </w:p>
    <w:p w14:paraId="6018BC74" w14:textId="23E469D8" w:rsidR="000D24FD" w:rsidRPr="000D24FD" w:rsidRDefault="000D24FD" w:rsidP="000D24FD">
      <w:pPr>
        <w:spacing w:before="120"/>
        <w:ind w:right="28"/>
        <w:outlineLvl w:val="0"/>
        <w:rPr>
          <w:rFonts w:cstheme="minorHAnsi"/>
          <w:i/>
        </w:rPr>
      </w:pPr>
      <w:r w:rsidRPr="000D24FD">
        <w:rPr>
          <w:rFonts w:cstheme="minorHAnsi"/>
        </w:rPr>
        <w:t xml:space="preserve">Do niniejszego wykazu dołączamy dowody potwierdzające, że ww. </w:t>
      </w:r>
      <w:r w:rsidR="00484781">
        <w:rPr>
          <w:rFonts w:cstheme="minorHAnsi"/>
        </w:rPr>
        <w:t>zamówienia</w:t>
      </w:r>
      <w:r w:rsidRPr="000D24FD">
        <w:rPr>
          <w:rFonts w:cstheme="minorHAnsi"/>
        </w:rPr>
        <w:t xml:space="preserve"> zostały wykonane lub są wykonywane należycie.</w:t>
      </w:r>
    </w:p>
    <w:p w14:paraId="38DB1F82" w14:textId="77777777" w:rsidR="000D24FD" w:rsidRPr="00B67D39" w:rsidRDefault="000D24FD" w:rsidP="00A62B4C">
      <w:pPr>
        <w:rPr>
          <w:rFonts w:eastAsia="Verdana" w:cs="Times New Roman"/>
          <w:szCs w:val="18"/>
        </w:rPr>
      </w:pPr>
    </w:p>
    <w:p w14:paraId="33AD676B" w14:textId="77777777" w:rsidR="00B67D39" w:rsidRDefault="00B67D39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Default="00A62B4C" w:rsidP="00A62B4C">
      <w:pPr>
        <w:rPr>
          <w:rFonts w:ascii="Verdana" w:eastAsia="Verdana" w:hAnsi="Verdana" w:cs="Times New Roman"/>
        </w:rPr>
      </w:pPr>
    </w:p>
    <w:p w14:paraId="29A1BA7D" w14:textId="77777777" w:rsidR="00962AB2" w:rsidRPr="00962AB2" w:rsidRDefault="00962AB2" w:rsidP="00962AB2">
      <w:pPr>
        <w:rPr>
          <w:rFonts w:ascii="Verdana" w:eastAsia="Verdana" w:hAnsi="Verdana" w:cs="Times New Roman"/>
        </w:rPr>
      </w:pPr>
    </w:p>
    <w:p w14:paraId="7E7F7C02" w14:textId="77777777" w:rsidR="00962AB2" w:rsidRPr="00962AB2" w:rsidRDefault="00962AB2" w:rsidP="00962AB2">
      <w:pPr>
        <w:rPr>
          <w:rFonts w:ascii="Verdana" w:eastAsia="Verdana" w:hAnsi="Verdana" w:cs="Times New Roman"/>
        </w:rPr>
      </w:pPr>
    </w:p>
    <w:p w14:paraId="5E9AE111" w14:textId="77777777" w:rsidR="00962AB2" w:rsidRPr="00962AB2" w:rsidRDefault="00962AB2" w:rsidP="00962AB2">
      <w:pPr>
        <w:rPr>
          <w:rFonts w:ascii="Verdana" w:eastAsia="Verdana" w:hAnsi="Verdana" w:cs="Times New Roman"/>
        </w:rPr>
      </w:pPr>
    </w:p>
    <w:p w14:paraId="39139005" w14:textId="77777777" w:rsidR="00962AB2" w:rsidRPr="00962AB2" w:rsidRDefault="00962AB2" w:rsidP="00962AB2">
      <w:pPr>
        <w:rPr>
          <w:rFonts w:ascii="Verdana" w:eastAsia="Verdana" w:hAnsi="Verdana" w:cs="Times New Roman"/>
        </w:rPr>
      </w:pPr>
    </w:p>
    <w:p w14:paraId="2533A6CF" w14:textId="77777777" w:rsidR="00962AB2" w:rsidRDefault="00962AB2" w:rsidP="00962AB2">
      <w:pPr>
        <w:rPr>
          <w:rFonts w:ascii="Verdana" w:eastAsia="Verdana" w:hAnsi="Verdana" w:cs="Times New Roman"/>
        </w:rPr>
      </w:pPr>
    </w:p>
    <w:p w14:paraId="2BB58704" w14:textId="6E0977FF" w:rsidR="00962AB2" w:rsidRPr="00962AB2" w:rsidRDefault="00962AB2" w:rsidP="00962AB2">
      <w:pPr>
        <w:tabs>
          <w:tab w:val="left" w:pos="1943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sectPr w:rsidR="00962AB2" w:rsidRPr="00962AB2" w:rsidSect="000C7865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284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8D1CA33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79D8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B70526">
      <w:trPr>
        <w:trHeight w:val="1140"/>
      </w:trPr>
      <w:tc>
        <w:tcPr>
          <w:tcW w:w="6119" w:type="dxa"/>
          <w:vAlign w:val="center"/>
        </w:tcPr>
        <w:p w14:paraId="3B62AF71" w14:textId="77777777" w:rsidR="001B389D" w:rsidRPr="006E100D" w:rsidRDefault="001B389D" w:rsidP="001B389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3F152F9" w14:textId="77777777" w:rsidR="001B389D" w:rsidRDefault="001B389D" w:rsidP="001B389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847BFD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Budowa i rozbudowa sieci energetycznej SN i </w:t>
          </w:r>
          <w:proofErr w:type="spellStart"/>
          <w:r w:rsidRPr="00847BFD">
            <w:rPr>
              <w:rFonts w:asciiTheme="majorHAnsi" w:hAnsiTheme="majorHAnsi"/>
              <w:color w:val="000000" w:themeColor="text1"/>
              <w:sz w:val="14"/>
              <w:szCs w:val="18"/>
            </w:rPr>
            <w:t>nN</w:t>
          </w:r>
          <w:proofErr w:type="spellEnd"/>
          <w:r w:rsidRPr="00847BFD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na terenie działalności Rejonu Energetycznego Białystok Teren PGE Dystrybucja S.A. Oddział Białystok - 6 części</w:t>
          </w:r>
        </w:p>
        <w:p w14:paraId="5205B493" w14:textId="6C08FAE3" w:rsidR="00347E8D" w:rsidRPr="006B2C28" w:rsidRDefault="001B389D" w:rsidP="001B389D">
          <w:pPr>
            <w:suppressAutoHyphens/>
            <w:ind w:right="-86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B13350"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00126</w:t>
          </w:r>
          <w:r w:rsidRPr="00B13350"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2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8253E39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415932629">
    <w:abstractNumId w:val="17"/>
  </w:num>
  <w:num w:numId="2" w16cid:durableId="1640039819">
    <w:abstractNumId w:val="7"/>
  </w:num>
  <w:num w:numId="3" w16cid:durableId="26416173">
    <w:abstractNumId w:val="12"/>
  </w:num>
  <w:num w:numId="4" w16cid:durableId="667102513">
    <w:abstractNumId w:val="19"/>
  </w:num>
  <w:num w:numId="5" w16cid:durableId="1331298959">
    <w:abstractNumId w:val="17"/>
  </w:num>
  <w:num w:numId="6" w16cid:durableId="2092501302">
    <w:abstractNumId w:val="17"/>
  </w:num>
  <w:num w:numId="7" w16cid:durableId="1498769552">
    <w:abstractNumId w:val="3"/>
  </w:num>
  <w:num w:numId="8" w16cid:durableId="1714574311">
    <w:abstractNumId w:val="26"/>
  </w:num>
  <w:num w:numId="9" w16cid:durableId="661474580">
    <w:abstractNumId w:val="16"/>
  </w:num>
  <w:num w:numId="10" w16cid:durableId="2071420758">
    <w:abstractNumId w:val="4"/>
  </w:num>
  <w:num w:numId="11" w16cid:durableId="319234193">
    <w:abstractNumId w:val="13"/>
  </w:num>
  <w:num w:numId="12" w16cid:durableId="370496119">
    <w:abstractNumId w:val="11"/>
  </w:num>
  <w:num w:numId="13" w16cid:durableId="359746659">
    <w:abstractNumId w:val="25"/>
  </w:num>
  <w:num w:numId="14" w16cid:durableId="583150721">
    <w:abstractNumId w:val="21"/>
  </w:num>
  <w:num w:numId="15" w16cid:durableId="527335136">
    <w:abstractNumId w:val="15"/>
  </w:num>
  <w:num w:numId="16" w16cid:durableId="1866554795">
    <w:abstractNumId w:val="9"/>
  </w:num>
  <w:num w:numId="17" w16cid:durableId="91318232">
    <w:abstractNumId w:val="5"/>
  </w:num>
  <w:num w:numId="18" w16cid:durableId="16147015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64375011">
    <w:abstractNumId w:val="0"/>
  </w:num>
  <w:num w:numId="20" w16cid:durableId="861675606">
    <w:abstractNumId w:val="27"/>
  </w:num>
  <w:num w:numId="21" w16cid:durableId="843128442">
    <w:abstractNumId w:val="1"/>
  </w:num>
  <w:num w:numId="22" w16cid:durableId="526137445">
    <w:abstractNumId w:val="14"/>
  </w:num>
  <w:num w:numId="23" w16cid:durableId="388069103">
    <w:abstractNumId w:val="10"/>
  </w:num>
  <w:num w:numId="24" w16cid:durableId="2143840745">
    <w:abstractNumId w:val="20"/>
  </w:num>
  <w:num w:numId="25" w16cid:durableId="704864611">
    <w:abstractNumId w:val="24"/>
  </w:num>
  <w:num w:numId="26" w16cid:durableId="1653096620">
    <w:abstractNumId w:val="2"/>
  </w:num>
  <w:num w:numId="27" w16cid:durableId="308021056">
    <w:abstractNumId w:val="23"/>
  </w:num>
  <w:num w:numId="28" w16cid:durableId="1821268679">
    <w:abstractNumId w:val="22"/>
  </w:num>
  <w:num w:numId="29" w16cid:durableId="7296885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65834375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C7865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B389D"/>
    <w:rsid w:val="001D1A8B"/>
    <w:rsid w:val="001D2EB1"/>
    <w:rsid w:val="001E7E73"/>
    <w:rsid w:val="001F3242"/>
    <w:rsid w:val="001F3600"/>
    <w:rsid w:val="001F3F20"/>
    <w:rsid w:val="001F737A"/>
    <w:rsid w:val="00204ECC"/>
    <w:rsid w:val="002067F1"/>
    <w:rsid w:val="00224257"/>
    <w:rsid w:val="0023693E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D4E07"/>
    <w:rsid w:val="002F10CA"/>
    <w:rsid w:val="00302B3F"/>
    <w:rsid w:val="00303C67"/>
    <w:rsid w:val="0031080F"/>
    <w:rsid w:val="00310CB3"/>
    <w:rsid w:val="00347E8D"/>
    <w:rsid w:val="00362C4E"/>
    <w:rsid w:val="00366FFB"/>
    <w:rsid w:val="00371A75"/>
    <w:rsid w:val="00372533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84781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0FBE"/>
    <w:rsid w:val="00551C5A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3D5E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2677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E7FA0"/>
    <w:rsid w:val="006F3B57"/>
    <w:rsid w:val="006F5F72"/>
    <w:rsid w:val="00710355"/>
    <w:rsid w:val="00720ED1"/>
    <w:rsid w:val="007246D0"/>
    <w:rsid w:val="00726BF1"/>
    <w:rsid w:val="00727EC1"/>
    <w:rsid w:val="0073187A"/>
    <w:rsid w:val="007328A3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E24CD"/>
    <w:rsid w:val="00804D95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209"/>
    <w:rsid w:val="00944BEA"/>
    <w:rsid w:val="0096232C"/>
    <w:rsid w:val="00962604"/>
    <w:rsid w:val="00962AB2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1DAA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9E6138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0526"/>
    <w:rsid w:val="00B74FE1"/>
    <w:rsid w:val="00B76CD7"/>
    <w:rsid w:val="00B801D6"/>
    <w:rsid w:val="00B83A96"/>
    <w:rsid w:val="00B83F8A"/>
    <w:rsid w:val="00BA0FF4"/>
    <w:rsid w:val="00BA183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4FE0"/>
    <w:rsid w:val="00C1767A"/>
    <w:rsid w:val="00C20678"/>
    <w:rsid w:val="00C224EE"/>
    <w:rsid w:val="00C23F3E"/>
    <w:rsid w:val="00C26BC0"/>
    <w:rsid w:val="00C272AD"/>
    <w:rsid w:val="00C27B9D"/>
    <w:rsid w:val="00C45F7E"/>
    <w:rsid w:val="00C4735C"/>
    <w:rsid w:val="00C5009D"/>
    <w:rsid w:val="00C53A22"/>
    <w:rsid w:val="00C64A07"/>
    <w:rsid w:val="00C6569B"/>
    <w:rsid w:val="00C66B9A"/>
    <w:rsid w:val="00C707D1"/>
    <w:rsid w:val="00C737A1"/>
    <w:rsid w:val="00C762A6"/>
    <w:rsid w:val="00C77BCF"/>
    <w:rsid w:val="00C874E6"/>
    <w:rsid w:val="00CB2D26"/>
    <w:rsid w:val="00CB3A6F"/>
    <w:rsid w:val="00CD10CF"/>
    <w:rsid w:val="00CD2022"/>
    <w:rsid w:val="00CE2F55"/>
    <w:rsid w:val="00D03C12"/>
    <w:rsid w:val="00D10930"/>
    <w:rsid w:val="00D1247E"/>
    <w:rsid w:val="00D21BCE"/>
    <w:rsid w:val="00D34562"/>
    <w:rsid w:val="00D516C1"/>
    <w:rsid w:val="00D6344F"/>
    <w:rsid w:val="00D779D8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4756F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126 - Załącznik nr 7.docx</dmsv2BaseFileName>
    <dmsv2BaseDisplayName xmlns="http://schemas.microsoft.com/sharepoint/v3">126 - Załącznik nr 7</dmsv2BaseDisplayName>
    <dmsv2SWPP2ObjectNumber xmlns="http://schemas.microsoft.com/sharepoint/v3">POST/DYS/OB/GZ/00126/2026                         </dmsv2SWPP2ObjectNumber>
    <dmsv2SWPP2SumMD5 xmlns="http://schemas.microsoft.com/sharepoint/v3">714c4368a8c33e51ab223bbd89c13e3b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703752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24202394</dmsv2BaseClientSystemDocumentID>
    <dmsv2BaseModifiedByID xmlns="http://schemas.microsoft.com/sharepoint/v3">11503208</dmsv2BaseModifiedByID>
    <dmsv2BaseCreatedByID xmlns="http://schemas.microsoft.com/sharepoint/v3">11503208</dmsv2BaseCreatedByID>
    <dmsv2SWPP2ObjectDepartment xmlns="http://schemas.microsoft.com/sharepoint/v3">00000001000700000000000e0000000a</dmsv2SWPP2ObjectDepartment>
    <dmsv2SWPP2ObjectName xmlns="http://schemas.microsoft.com/sharepoint/v3">Postępowanie</dmsv2SWPP2ObjectName>
    <_dlc_DocId xmlns="a19cb1c7-c5c7-46d4-85ae-d83685407bba">JEUP5JKVCYQC-1398355148-17910</_dlc_DocId>
    <_dlc_DocIdUrl xmlns="a19cb1c7-c5c7-46d4-85ae-d83685407bba">
      <Url>https://swpp2.dms.gkpge.pl/sites/41/_layouts/15/DocIdRedir.aspx?ID=JEUP5JKVCYQC-1398355148-17910</Url>
      <Description>JEUP5JKVCYQC-1398355148-17910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308531A-D1F9-4180-AB97-F92E2D540AF3}"/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FBF433-3741-4D7D-A12C-D7F0521A532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5CA0E17-0F26-4507-AAA2-7B99DC376D3D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77</TotalTime>
  <Pages>2</Pages>
  <Words>257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Niedźwiecki Adam [PGE Dystr. O.Białystok]</cp:lastModifiedBy>
  <cp:revision>28</cp:revision>
  <cp:lastPrinted>2024-07-15T11:21:00Z</cp:lastPrinted>
  <dcterms:created xsi:type="dcterms:W3CDTF">2025-01-15T13:15:00Z</dcterms:created>
  <dcterms:modified xsi:type="dcterms:W3CDTF">2026-01-23T11:00:00Z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e8cad7cf-f53a-43a2-bd2c-d48fbdefc682</vt:lpwstr>
  </property>
</Properties>
</file>